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DC8" w:rsidRDefault="004D2F65">
      <w:proofErr w:type="spellStart"/>
      <w:r>
        <w:t>Carrol</w:t>
      </w:r>
      <w:proofErr w:type="spellEnd"/>
      <w:r>
        <w:t xml:space="preserve"> </w:t>
      </w:r>
      <w:proofErr w:type="spellStart"/>
      <w:r>
        <w:t>Ostrum</w:t>
      </w:r>
      <w:proofErr w:type="spellEnd"/>
      <w:r>
        <w:t>-</w:t>
      </w:r>
      <w:r w:rsidRPr="00EF5920">
        <w:rPr>
          <w:i/>
        </w:rPr>
        <w:t>Black and White</w:t>
      </w:r>
      <w:r>
        <w:t xml:space="preserve"> by Larry Dane </w:t>
      </w:r>
      <w:proofErr w:type="spellStart"/>
      <w:r>
        <w:t>Brimner</w:t>
      </w:r>
      <w:proofErr w:type="spellEnd"/>
    </w:p>
    <w:p w:rsidR="004D2F65" w:rsidRDefault="004D2F65"/>
    <w:p w:rsidR="004D2F65" w:rsidRDefault="004D2F65">
      <w:r>
        <w:t>Objective-</w:t>
      </w:r>
      <w:r w:rsidR="002A38F9">
        <w:t>to introduce students to the turmoil of the civil rights especially in the 50’s and 60’s in</w:t>
      </w:r>
    </w:p>
    <w:p w:rsidR="002A38F9" w:rsidRDefault="002A38F9">
      <w:r>
        <w:t>Birmingham, Alabama.</w:t>
      </w:r>
    </w:p>
    <w:p w:rsidR="002A38F9" w:rsidRDefault="002A38F9"/>
    <w:p w:rsidR="002A38F9" w:rsidRDefault="002A38F9">
      <w:r>
        <w:t>The students will write a timeline explaining the major events th</w:t>
      </w:r>
      <w:r w:rsidR="00E2739B">
        <w:t>at occurred in Birmingham during</w:t>
      </w:r>
      <w:r>
        <w:t xml:space="preserve"> these times.</w:t>
      </w:r>
    </w:p>
    <w:p w:rsidR="00E2739B" w:rsidRDefault="00E2739B"/>
    <w:p w:rsidR="00E2739B" w:rsidRDefault="00E2739B">
      <w:r>
        <w:t>1954</w:t>
      </w:r>
    </w:p>
    <w:p w:rsidR="00E2739B" w:rsidRDefault="00E2739B"/>
    <w:p w:rsidR="00E2739B" w:rsidRDefault="00E2739B">
      <w:r>
        <w:t>1955</w:t>
      </w:r>
    </w:p>
    <w:p w:rsidR="00E2739B" w:rsidRDefault="00E2739B"/>
    <w:p w:rsidR="00E2739B" w:rsidRDefault="00E2739B">
      <w:r>
        <w:t>1956</w:t>
      </w:r>
    </w:p>
    <w:p w:rsidR="00E2739B" w:rsidRDefault="00E2739B"/>
    <w:p w:rsidR="00E2739B" w:rsidRDefault="00E2739B">
      <w:r>
        <w:t>1957</w:t>
      </w:r>
    </w:p>
    <w:p w:rsidR="00E2739B" w:rsidRDefault="00E2739B"/>
    <w:p w:rsidR="00E2739B" w:rsidRDefault="003E69D0">
      <w:r>
        <w:t>May 2, 1963</w:t>
      </w:r>
    </w:p>
    <w:p w:rsidR="003E69D0" w:rsidRDefault="003E69D0"/>
    <w:p w:rsidR="003E69D0" w:rsidRDefault="003E69D0">
      <w:r>
        <w:t>Objective: to highlight the major points of the book concerning civil rights.</w:t>
      </w:r>
    </w:p>
    <w:p w:rsidR="003E69D0" w:rsidRDefault="003E69D0"/>
    <w:p w:rsidR="003E69D0" w:rsidRDefault="003E69D0">
      <w:r>
        <w:t xml:space="preserve">There will be a discussion in class about the things that Reverend </w:t>
      </w:r>
      <w:proofErr w:type="spellStart"/>
      <w:r>
        <w:t>Shuttlesworth</w:t>
      </w:r>
      <w:proofErr w:type="spellEnd"/>
      <w:r>
        <w:t xml:space="preserve"> pursued in his fight for</w:t>
      </w:r>
    </w:p>
    <w:p w:rsidR="003E69D0" w:rsidRDefault="003E69D0">
      <w:proofErr w:type="gramStart"/>
      <w:r>
        <w:t>civil</w:t>
      </w:r>
      <w:proofErr w:type="gramEnd"/>
      <w:r>
        <w:t xml:space="preserve"> rights in Birmingham in counter to the segregation policies of Bull Conner. Students will discuss the</w:t>
      </w:r>
    </w:p>
    <w:p w:rsidR="003E69D0" w:rsidRDefault="003E69D0">
      <w:proofErr w:type="gramStart"/>
      <w:r>
        <w:t>fact</w:t>
      </w:r>
      <w:proofErr w:type="gramEnd"/>
      <w:r>
        <w:t xml:space="preserve"> that the Reverend </w:t>
      </w:r>
      <w:proofErr w:type="spellStart"/>
      <w:r>
        <w:t>Shuttlesworth</w:t>
      </w:r>
      <w:proofErr w:type="spellEnd"/>
      <w:r>
        <w:t xml:space="preserve"> refused to give up, and the horrible things that Bull Conner did</w:t>
      </w:r>
    </w:p>
    <w:p w:rsidR="003E69D0" w:rsidRDefault="003E69D0">
      <w:proofErr w:type="gramStart"/>
      <w:r>
        <w:t>that</w:t>
      </w:r>
      <w:proofErr w:type="gramEnd"/>
      <w:r>
        <w:t xml:space="preserve"> brought attention to the plight of Birmingham citizens.</w:t>
      </w:r>
    </w:p>
    <w:p w:rsidR="00E2739B" w:rsidRDefault="00E2739B">
      <w:bookmarkStart w:id="0" w:name="_GoBack"/>
      <w:bookmarkEnd w:id="0"/>
    </w:p>
    <w:sectPr w:rsidR="00E27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65"/>
    <w:rsid w:val="000B2DC8"/>
    <w:rsid w:val="002A38F9"/>
    <w:rsid w:val="003E69D0"/>
    <w:rsid w:val="004D2F65"/>
    <w:rsid w:val="00D84402"/>
    <w:rsid w:val="00E2739B"/>
    <w:rsid w:val="00E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D769672D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mindy engler</cp:lastModifiedBy>
  <cp:revision>2</cp:revision>
  <dcterms:created xsi:type="dcterms:W3CDTF">2013-04-22T14:13:00Z</dcterms:created>
  <dcterms:modified xsi:type="dcterms:W3CDTF">2013-04-22T14:13:00Z</dcterms:modified>
</cp:coreProperties>
</file>